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58B0619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8342C4">
        <w:rPr>
          <w:rFonts w:cs="Arial"/>
          <w:color w:val="000000"/>
          <w:sz w:val="22"/>
        </w:rPr>
        <w:t>05.06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591376">
        <w:rPr>
          <w:rFonts w:cs="Arial"/>
          <w:color w:val="000000"/>
          <w:sz w:val="22"/>
        </w:rPr>
        <w:t>3152</w:t>
      </w:r>
    </w:p>
    <w:p w14:paraId="3840C263" w14:textId="77777777" w:rsidR="00DF19FF" w:rsidRDefault="0000000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C1B8D63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0D61F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 ja rekonstrueerimine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7C4ABC1B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LR7509 </w:t>
            </w:r>
          </w:p>
          <w:p w14:paraId="0F587937" w14:textId="2475A2A4" w:rsidR="000B2E35" w:rsidRPr="000B2E35" w:rsidRDefault="003D1574" w:rsidP="00F8209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„Tartu-Ilmatsalu, Tartu-Rõhu ja Tartu- Nõo 15 </w:t>
            </w:r>
            <w:proofErr w:type="spellStart"/>
            <w:r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fiidrite ümberehitus tööd TÖÖPROJEKT etapp 6“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35145337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4E6DF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002B81">
              <w:rPr>
                <w:rFonts w:ascii="Calibri" w:eastAsia="Calibri" w:hAnsi="Calibri"/>
                <w:sz w:val="22"/>
                <w:szCs w:val="22"/>
                <w:lang w:val="et-EE"/>
              </w:rPr>
              <w:t>Siim Sulamägi</w:t>
            </w:r>
          </w:p>
          <w:p w14:paraId="1AF8D9E3" w14:textId="026012DC" w:rsidR="00A45F32" w:rsidRPr="000B2E35" w:rsidRDefault="00002B81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AS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B3D2D1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F82092" w:rsidRPr="00F8209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03.04.2024 nr 7.1-2/24/4834-2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F6A28B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E5373F1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936B32" w14:textId="668349A1" w:rsidR="008342C4" w:rsidRDefault="00ED092D" w:rsidP="00ED092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.2 KATASTRIÜKSUSE       ANDMED</w:t>
            </w:r>
          </w:p>
          <w:p w14:paraId="2FDDE57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04BE78A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61116F28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8F92FE3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F13CC92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187815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FFA2146" w14:textId="4CFE7524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 w:rsidRPr="00736E11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1.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 w:rsidRPr="00736E11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KATASTRIÜKSUSE       ANDMED</w:t>
            </w:r>
          </w:p>
        </w:tc>
        <w:tc>
          <w:tcPr>
            <w:tcW w:w="6082" w:type="dxa"/>
            <w:hideMark/>
          </w:tcPr>
          <w:p w14:paraId="79DB5EFB" w14:textId="2C4D144A" w:rsidR="008342C4" w:rsidRPr="008E5621" w:rsidRDefault="008342C4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="00F82092" w:rsidRPr="008E5621">
              <w:rPr>
                <w:rFonts w:ascii="Times New Roman" w:hAnsi="Times New Roman"/>
                <w:b/>
                <w:lang w:val="et-EE"/>
              </w:rPr>
              <w:t>2 Tallinn-Tartu-Võru-Luhamaa</w:t>
            </w:r>
            <w:r w:rsidRPr="008E5621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</w:tc>
      </w:tr>
      <w:tr w:rsidR="008342C4" w:rsidRPr="000B2E35" w14:paraId="208D758F" w14:textId="77777777" w:rsidTr="00982A44">
        <w:trPr>
          <w:trHeight w:val="415"/>
        </w:trPr>
        <w:tc>
          <w:tcPr>
            <w:tcW w:w="3256" w:type="dxa"/>
            <w:vMerge/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3F8A4DAD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8E5621">
              <w:rPr>
                <w:rFonts w:ascii="Times New Roman" w:hAnsi="Times New Roman"/>
                <w:bCs/>
                <w:lang w:val="et-EE"/>
              </w:rPr>
              <w:t>83101:005:0153</w:t>
            </w:r>
          </w:p>
          <w:p w14:paraId="573BFF07" w14:textId="3FF331E8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8E5621">
              <w:rPr>
                <w:rFonts w:ascii="Times New Roman" w:hAnsi="Times New Roman"/>
                <w:bCs/>
                <w:lang w:val="et-EE"/>
              </w:rPr>
              <w:t>4288004</w:t>
            </w:r>
          </w:p>
          <w:p w14:paraId="33B38F87" w14:textId="6233ED2A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8E5621" w:rsidRPr="008E5621">
              <w:rPr>
                <w:rFonts w:ascii="Times New Roman" w:hAnsi="Times New Roman"/>
                <w:bCs/>
                <w:lang w:val="et-EE"/>
              </w:rPr>
              <w:t>2 Tallinn-Tartu-Võru-Luhamaa</w:t>
            </w:r>
            <w:r w:rsidR="008E5621" w:rsidRPr="008E5621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7F1D41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8E5621">
              <w:rPr>
                <w:rFonts w:ascii="Times New Roman" w:hAnsi="Times New Roman"/>
                <w:bCs/>
                <w:lang w:val="et-EE"/>
              </w:rPr>
              <w:t>23886</w:t>
            </w:r>
          </w:p>
          <w:p w14:paraId="5720973F" w14:textId="77777777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506DAE61" w14:textId="44B8B9FA" w:rsidR="000434F9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556D7B">
              <w:rPr>
                <w:rFonts w:ascii="Times New Roman" w:hAnsi="Times New Roman"/>
                <w:bCs/>
                <w:lang w:val="et-EE"/>
              </w:rPr>
              <w:t>189097</w:t>
            </w:r>
          </w:p>
          <w:p w14:paraId="0F0A47CA" w14:textId="50907B49" w:rsidR="001F4CFC" w:rsidRDefault="00556D7B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695E14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https://pari.kataster.ee/magic-link/a2240780-5383-4d4a-bb87-931ce01cbf2d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7449904C" w14:textId="77777777" w:rsidR="00556D7B" w:rsidRPr="00076563" w:rsidRDefault="00556D7B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5D4F2A" w:rsidRPr="000B2E35" w14:paraId="76310497" w14:textId="77777777" w:rsidTr="00982A44">
        <w:trPr>
          <w:trHeight w:val="415"/>
        </w:trPr>
        <w:tc>
          <w:tcPr>
            <w:tcW w:w="3256" w:type="dxa"/>
            <w:vMerge/>
          </w:tcPr>
          <w:p w14:paraId="22B3DDE8" w14:textId="77777777" w:rsidR="005D4F2A" w:rsidRPr="000B2E35" w:rsidRDefault="005D4F2A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</w:tcPr>
          <w:p w14:paraId="23877A8D" w14:textId="77777777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Tunnus:83101:005:0066</w:t>
            </w:r>
          </w:p>
          <w:p w14:paraId="1F752893" w14:textId="77777777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Kinnistu registriosa nr. 5687350</w:t>
            </w:r>
          </w:p>
          <w:p w14:paraId="6CA24F77" w14:textId="77777777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Lähiaadress: 2 Tallinn-Tartu-Võru-Luhamaa tee</w:t>
            </w:r>
          </w:p>
          <w:p w14:paraId="29CF6DAF" w14:textId="77777777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Riigi kinnisvara objekti kood: KV10407</w:t>
            </w:r>
          </w:p>
          <w:p w14:paraId="15AFAA51" w14:textId="4F4D75C1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lastRenderedPageBreak/>
              <w:t xml:space="preserve">POS </w:t>
            </w:r>
            <w:r w:rsidR="001B1A3D">
              <w:rPr>
                <w:rFonts w:ascii="Times New Roman" w:hAnsi="Times New Roman"/>
                <w:bCs/>
                <w:lang w:val="et-EE"/>
              </w:rPr>
              <w:t>2</w:t>
            </w:r>
            <w:r w:rsidRPr="00ED092D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25B3CE" w14:textId="3C76C3CF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2327D2">
              <w:rPr>
                <w:rFonts w:ascii="Times New Roman" w:hAnsi="Times New Roman"/>
                <w:bCs/>
                <w:lang w:val="et-EE"/>
              </w:rPr>
              <w:t>189098</w:t>
            </w:r>
          </w:p>
          <w:p w14:paraId="6954D30A" w14:textId="010EEF28" w:rsidR="005D4F2A" w:rsidRDefault="005609D0" w:rsidP="00ED092D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FF088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https://pari.kataster.ee/magic-link/3db57273-dba9-429e-a8e2-c04b2ab1cdeb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</w:tc>
      </w:tr>
      <w:tr w:rsidR="008342C4" w:rsidRPr="000B2E35" w14:paraId="183466C3" w14:textId="77777777" w:rsidTr="003963F7">
        <w:trPr>
          <w:trHeight w:val="453"/>
        </w:trPr>
        <w:tc>
          <w:tcPr>
            <w:tcW w:w="3256" w:type="dxa"/>
            <w:vMerge/>
            <w:tcBorders>
              <w:bottom w:val="single" w:sz="4" w:space="0" w:color="auto"/>
            </w:tcBorders>
            <w:hideMark/>
          </w:tcPr>
          <w:p w14:paraId="426EEB5C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  <w:right w:val="single" w:sz="4" w:space="0" w:color="auto"/>
            </w:tcBorders>
          </w:tcPr>
          <w:p w14:paraId="6B4454E0" w14:textId="5FB06BF8" w:rsidR="00483EDD" w:rsidRP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>Tunnus:</w:t>
            </w:r>
            <w:r w:rsidR="005609D0">
              <w:rPr>
                <w:rFonts w:ascii="Times New Roman" w:hAnsi="Times New Roman"/>
                <w:bCs/>
                <w:lang w:val="et-EE"/>
              </w:rPr>
              <w:t>79</w:t>
            </w:r>
            <w:r w:rsidR="004E4332">
              <w:rPr>
                <w:rFonts w:ascii="Times New Roman" w:hAnsi="Times New Roman"/>
                <w:bCs/>
                <w:lang w:val="et-EE"/>
              </w:rPr>
              <w:t>301:001:1388</w:t>
            </w:r>
          </w:p>
          <w:p w14:paraId="377901B9" w14:textId="65FC9F38" w:rsidR="00483EDD" w:rsidRP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4E4332">
              <w:rPr>
                <w:rFonts w:ascii="Times New Roman" w:hAnsi="Times New Roman"/>
                <w:bCs/>
                <w:lang w:val="et-EE"/>
              </w:rPr>
              <w:t>24245050</w:t>
            </w:r>
          </w:p>
          <w:p w14:paraId="3843E2DC" w14:textId="77777777" w:rsidR="00483EDD" w:rsidRP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>Lähiaadress: 2 Tallinn-Tartu-Võru-Luhamaa tee</w:t>
            </w:r>
          </w:p>
          <w:p w14:paraId="1F62E4CB" w14:textId="67F8F3C1" w:rsidR="00483EDD" w:rsidRP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4E4332">
              <w:rPr>
                <w:rFonts w:ascii="Times New Roman" w:hAnsi="Times New Roman"/>
                <w:bCs/>
                <w:lang w:val="et-EE"/>
              </w:rPr>
              <w:t>113815</w:t>
            </w:r>
          </w:p>
          <w:p w14:paraId="2FF0158A" w14:textId="6A1D3FEB" w:rsidR="00483EDD" w:rsidRP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4E4332">
              <w:rPr>
                <w:rFonts w:ascii="Times New Roman" w:hAnsi="Times New Roman"/>
                <w:bCs/>
                <w:lang w:val="et-EE"/>
              </w:rPr>
              <w:t>3</w:t>
            </w:r>
            <w:r w:rsidRPr="00483EDD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2ED2443" w14:textId="32C42FF6" w:rsidR="00483EDD" w:rsidRDefault="00483EDD" w:rsidP="00483EDD">
            <w:pPr>
              <w:rPr>
                <w:rFonts w:ascii="Times New Roman" w:hAnsi="Times New Roman"/>
                <w:bCs/>
                <w:lang w:val="et-EE"/>
              </w:rPr>
            </w:pPr>
            <w:r w:rsidRPr="00483EDD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4E4332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157B57">
              <w:rPr>
                <w:rFonts w:ascii="Times New Roman" w:hAnsi="Times New Roman"/>
                <w:bCs/>
                <w:lang w:val="et-EE"/>
              </w:rPr>
              <w:t>189101</w:t>
            </w:r>
          </w:p>
          <w:p w14:paraId="2ED1CA22" w14:textId="6B82596A" w:rsidR="00483EDD" w:rsidRPr="00076563" w:rsidRDefault="00157B57" w:rsidP="00B84A96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FF088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https://pari.kataster.ee/magic-link/f66db568-9cad-4f64-906e-aa0ebe055d6c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61E48E4F" w14:textId="2AF63E01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E11073" w:rsidRPr="000B2E35" w14:paraId="5091AB9E" w14:textId="77777777" w:rsidTr="003963F7">
        <w:trPr>
          <w:trHeight w:val="45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9B21D" w14:textId="0643C596" w:rsidR="00E11073" w:rsidRPr="00E361F7" w:rsidRDefault="00387055" w:rsidP="00E361F7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="00E361F7" w:rsidRPr="00E361F7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.KOORMATAVA RIIGITEE ANDMED</w:t>
            </w:r>
          </w:p>
        </w:tc>
        <w:tc>
          <w:tcPr>
            <w:tcW w:w="6082" w:type="dxa"/>
            <w:tcBorders>
              <w:left w:val="single" w:sz="4" w:space="0" w:color="auto"/>
            </w:tcBorders>
          </w:tcPr>
          <w:p w14:paraId="1EB2E897" w14:textId="68ECBFCE" w:rsidR="00E11073" w:rsidRPr="00076563" w:rsidRDefault="00E11073" w:rsidP="00E11073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001635">
              <w:rPr>
                <w:rFonts w:ascii="Times New Roman" w:hAnsi="Times New Roman"/>
                <w:b/>
                <w:lang w:val="et-EE"/>
              </w:rPr>
              <w:t xml:space="preserve">22103 </w:t>
            </w:r>
            <w:r w:rsidR="00387055">
              <w:rPr>
                <w:rFonts w:ascii="Times New Roman" w:hAnsi="Times New Roman"/>
                <w:b/>
                <w:lang w:val="et-EE"/>
              </w:rPr>
              <w:t>Tartu-Ilmatsalu</w:t>
            </w:r>
            <w:r w:rsidR="00164FC2">
              <w:rPr>
                <w:rFonts w:ascii="Times New Roman" w:hAnsi="Times New Roman"/>
                <w:b/>
                <w:lang w:val="et-EE"/>
              </w:rPr>
              <w:t xml:space="preserve">-Rõhu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2413D3" w:rsidRPr="000B2E35" w14:paraId="24F22E65" w14:textId="77777777" w:rsidTr="003963F7">
        <w:trPr>
          <w:trHeight w:val="453"/>
        </w:trPr>
        <w:tc>
          <w:tcPr>
            <w:tcW w:w="3256" w:type="dxa"/>
            <w:tcBorders>
              <w:top w:val="nil"/>
              <w:bottom w:val="nil"/>
            </w:tcBorders>
          </w:tcPr>
          <w:p w14:paraId="65FE546E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07229B5A" w14:textId="68F9F4FF" w:rsidR="002413D3" w:rsidRPr="000B2E35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.1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nil"/>
            </w:tcBorders>
          </w:tcPr>
          <w:p w14:paraId="5838D03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6980E25" w14:textId="77777777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:83101:003:0027</w:t>
            </w:r>
          </w:p>
          <w:p w14:paraId="62635E35" w14:textId="77777777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4202450</w:t>
            </w:r>
          </w:p>
          <w:p w14:paraId="1921FD02" w14:textId="798D5636" w:rsidR="002413D3" w:rsidRPr="008E5621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001635">
              <w:rPr>
                <w:rFonts w:ascii="Times New Roman" w:hAnsi="Times New Roman"/>
                <w:bCs/>
                <w:lang w:val="et-EE"/>
              </w:rPr>
              <w:t xml:space="preserve">22103 </w:t>
            </w:r>
            <w:r>
              <w:rPr>
                <w:rFonts w:ascii="Times New Roman" w:hAnsi="Times New Roman"/>
                <w:bCs/>
                <w:lang w:val="et-EE"/>
              </w:rPr>
              <w:t>Tartu-Ilmatsalu-Rõhu</w:t>
            </w:r>
            <w:r w:rsidRPr="008E5621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47F402D4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10412</w:t>
            </w:r>
          </w:p>
          <w:p w14:paraId="771D5554" w14:textId="77777777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3B5F814F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lang w:val="et-EE"/>
              </w:rPr>
              <w:t>189106</w:t>
            </w:r>
          </w:p>
          <w:p w14:paraId="59F08F09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hyperlink r:id="rId15" w:history="1">
              <w:r w:rsidRPr="00FF088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https://pari.kataster.ee/magic-link/1329d4ce-d4a4-43f0-9362-31ecf41dc0b9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7860E2CA" w14:textId="77777777" w:rsidR="00AC559F" w:rsidRDefault="00AC559F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F710827" w14:textId="77777777" w:rsidR="00AC559F" w:rsidRPr="00AC559F" w:rsidRDefault="00AC559F" w:rsidP="00AC559F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>POS 2: elektri maakaabelliini rajamiseks</w:t>
            </w:r>
          </w:p>
          <w:p w14:paraId="4E528853" w14:textId="4D8D09A7" w:rsidR="00AC559F" w:rsidRPr="00AC559F" w:rsidRDefault="00AC559F" w:rsidP="00AC559F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>Ruumikuju andmed: PARI ID 1</w:t>
            </w:r>
            <w:r w:rsidR="0090074C">
              <w:rPr>
                <w:rFonts w:ascii="Times New Roman" w:hAnsi="Times New Roman"/>
                <w:bCs/>
                <w:lang w:val="et-EE"/>
              </w:rPr>
              <w:t>9109</w:t>
            </w:r>
          </w:p>
          <w:p w14:paraId="55AE90B4" w14:textId="7C41CA05" w:rsidR="002413D3" w:rsidRPr="00076563" w:rsidRDefault="00806109" w:rsidP="00806109">
            <w:pPr>
              <w:rPr>
                <w:rFonts w:ascii="Times New Roman" w:hAnsi="Times New Roman"/>
                <w:bCs/>
                <w:lang w:val="et-EE"/>
              </w:rPr>
            </w:pPr>
            <w:hyperlink r:id="rId16" w:history="1">
              <w:r w:rsidRPr="00FF088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https://pari.kataster.ee/magic-link/ba48f867-fd50-4cf4-be7b-1aa4f0092b99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</w:tc>
      </w:tr>
      <w:tr w:rsidR="002413D3" w:rsidRPr="000B2E35" w14:paraId="0CDBD8A7" w14:textId="77777777" w:rsidTr="003963F7">
        <w:trPr>
          <w:trHeight w:val="10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28B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78069DF2" w14:textId="3FA2EA17" w:rsidR="002413D3" w:rsidRPr="000B2E35" w:rsidRDefault="002413D3" w:rsidP="00567C35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FB5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30E6446D" w14:textId="77777777" w:rsidR="002413D3" w:rsidRPr="002474AF" w:rsidRDefault="002413D3" w:rsidP="002413D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D00972" w:rsidRPr="000B2E35" w14:paraId="25F90736" w14:textId="77777777" w:rsidTr="00B80D7A">
        <w:trPr>
          <w:trHeight w:val="1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D41EA" w14:textId="739F6981" w:rsidR="00D00972" w:rsidRDefault="00D00972" w:rsidP="00D00972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 w:rsidRPr="00E361F7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.KOORMATAVA RIIGITEE ANDMED</w:t>
            </w:r>
          </w:p>
        </w:tc>
        <w:tc>
          <w:tcPr>
            <w:tcW w:w="6082" w:type="dxa"/>
            <w:tcBorders>
              <w:left w:val="single" w:sz="4" w:space="0" w:color="auto"/>
            </w:tcBorders>
          </w:tcPr>
          <w:p w14:paraId="29365F76" w14:textId="332BD6E3" w:rsidR="00D00972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001635">
              <w:rPr>
                <w:rFonts w:ascii="Times New Roman" w:hAnsi="Times New Roman"/>
                <w:b/>
                <w:lang w:val="et-EE"/>
              </w:rPr>
              <w:t>22105 Haage-</w:t>
            </w:r>
            <w:proofErr w:type="spellStart"/>
            <w:r w:rsidR="00001635">
              <w:rPr>
                <w:rFonts w:ascii="Times New Roman" w:hAnsi="Times New Roman"/>
                <w:b/>
                <w:lang w:val="et-EE"/>
              </w:rPr>
              <w:t>Rahinge</w:t>
            </w:r>
            <w:proofErr w:type="spellEnd"/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D00972" w:rsidRPr="000B2E35" w14:paraId="4C3B237C" w14:textId="77777777" w:rsidTr="00DC3F67">
        <w:trPr>
          <w:trHeight w:val="453"/>
        </w:trPr>
        <w:tc>
          <w:tcPr>
            <w:tcW w:w="3256" w:type="dxa"/>
            <w:tcBorders>
              <w:top w:val="nil"/>
              <w:bottom w:val="single" w:sz="4" w:space="0" w:color="auto"/>
            </w:tcBorders>
            <w:hideMark/>
          </w:tcPr>
          <w:p w14:paraId="3E231E3B" w14:textId="77777777" w:rsidR="00D00972" w:rsidRDefault="00D00972" w:rsidP="00D00972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2D56F632" w14:textId="1356E1B3" w:rsidR="00D00972" w:rsidRPr="00717C6F" w:rsidRDefault="00D00972" w:rsidP="00D00972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.1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single" w:sz="4" w:space="0" w:color="000000"/>
            </w:tcBorders>
            <w:hideMark/>
          </w:tcPr>
          <w:p w14:paraId="67E43D55" w14:textId="77777777" w:rsidR="00D00972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</w:p>
          <w:p w14:paraId="3A11E675" w14:textId="47679D8C" w:rsidR="00D00972" w:rsidRPr="00076563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:83101:00</w:t>
            </w:r>
            <w:r w:rsidR="00001635">
              <w:rPr>
                <w:rFonts w:ascii="Times New Roman" w:hAnsi="Times New Roman"/>
                <w:bCs/>
                <w:lang w:val="et-EE"/>
              </w:rPr>
              <w:t>4</w:t>
            </w:r>
            <w:r>
              <w:rPr>
                <w:rFonts w:ascii="Times New Roman" w:hAnsi="Times New Roman"/>
                <w:bCs/>
                <w:lang w:val="et-EE"/>
              </w:rPr>
              <w:t>:002</w:t>
            </w:r>
            <w:r w:rsidR="00001635">
              <w:rPr>
                <w:rFonts w:ascii="Times New Roman" w:hAnsi="Times New Roman"/>
                <w:bCs/>
                <w:lang w:val="et-EE"/>
              </w:rPr>
              <w:t>1</w:t>
            </w:r>
          </w:p>
          <w:p w14:paraId="5BC2E4A7" w14:textId="1AF4A74B" w:rsidR="00D00972" w:rsidRPr="00076563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001635">
              <w:rPr>
                <w:rFonts w:ascii="Times New Roman" w:hAnsi="Times New Roman"/>
                <w:bCs/>
                <w:lang w:val="et-EE"/>
              </w:rPr>
              <w:t>3740750</w:t>
            </w:r>
          </w:p>
          <w:p w14:paraId="5ECAC5D0" w14:textId="7911A64C" w:rsidR="00D00972" w:rsidRPr="008E5621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001635">
              <w:rPr>
                <w:rFonts w:ascii="Times New Roman" w:hAnsi="Times New Roman"/>
                <w:bCs/>
                <w:lang w:val="et-EE"/>
              </w:rPr>
              <w:t>22105 Haage-</w:t>
            </w:r>
            <w:proofErr w:type="spellStart"/>
            <w:r w:rsidR="00001635">
              <w:rPr>
                <w:rFonts w:ascii="Times New Roman" w:hAnsi="Times New Roman"/>
                <w:bCs/>
                <w:lang w:val="et-EE"/>
              </w:rPr>
              <w:t>Rahinge</w:t>
            </w:r>
            <w:proofErr w:type="spellEnd"/>
            <w:r w:rsidRPr="008E5621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2413B307" w14:textId="7F1E0D2B" w:rsidR="00D00972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1041</w:t>
            </w:r>
            <w:r w:rsidR="00001635">
              <w:rPr>
                <w:rFonts w:ascii="Times New Roman" w:hAnsi="Times New Roman"/>
                <w:bCs/>
                <w:lang w:val="et-EE"/>
              </w:rPr>
              <w:t>4</w:t>
            </w:r>
          </w:p>
          <w:p w14:paraId="22C7CDB0" w14:textId="77777777" w:rsidR="00D00972" w:rsidRPr="001F4CFC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62AB0FA" w14:textId="692A6BF2" w:rsidR="00D00972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lang w:val="et-EE"/>
              </w:rPr>
              <w:t>189</w:t>
            </w:r>
            <w:r w:rsidR="00F227AD">
              <w:rPr>
                <w:rFonts w:ascii="Times New Roman" w:hAnsi="Times New Roman"/>
                <w:bCs/>
                <w:lang w:val="et-EE"/>
              </w:rPr>
              <w:t>110</w:t>
            </w:r>
          </w:p>
          <w:p w14:paraId="0236E8C0" w14:textId="13ACBDEC" w:rsidR="00D00972" w:rsidRDefault="00F227AD" w:rsidP="00D00972">
            <w:pPr>
              <w:rPr>
                <w:rFonts w:ascii="Times New Roman" w:hAnsi="Times New Roman"/>
                <w:bCs/>
                <w:lang w:val="et-EE"/>
              </w:rPr>
            </w:pPr>
            <w:hyperlink r:id="rId17" w:history="1">
              <w:r w:rsidRPr="00FF088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https://pari.kataster.ee/magic-link/50ebb1d1-423d-425a-b3b5-35c0b2bb157c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0F8BACA0" w14:textId="77777777" w:rsidR="00D00972" w:rsidRPr="00AC559F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>POS 2: elektri maakaabelliini rajamiseks</w:t>
            </w:r>
          </w:p>
          <w:p w14:paraId="7C6A234E" w14:textId="38BCEEC0" w:rsidR="00D00972" w:rsidRPr="00AC559F" w:rsidRDefault="00D00972" w:rsidP="00D00972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2D4753">
              <w:rPr>
                <w:rFonts w:ascii="Times New Roman" w:hAnsi="Times New Roman"/>
                <w:bCs/>
                <w:lang w:val="et-EE"/>
              </w:rPr>
              <w:t>189112</w:t>
            </w:r>
          </w:p>
          <w:p w14:paraId="7C2FAE35" w14:textId="1CD4A968" w:rsidR="00D00972" w:rsidRPr="000B2E35" w:rsidRDefault="00246610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8" w:history="1">
              <w:r w:rsidRPr="00FF0882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https://pari.kataster.ee/magic-link/137c8a70-9227-4974-86a0-b9de52b88edd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22522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22522F" w:rsidRDefault="0022522F" w:rsidP="00D00972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22522F" w:rsidRDefault="0022522F" w:rsidP="00D00972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D00972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386812FC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(Plaanid peavad vastama Transpordiameti kodulehel lisatud juhendile ja Transpordiameti kooskõlastusele).</w:t>
            </w:r>
          </w:p>
        </w:tc>
      </w:tr>
      <w:tr w:rsidR="00591376" w:rsidRPr="000B2E35" w14:paraId="3C9D78CB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D49A3" w14:textId="77777777" w:rsidR="00591376" w:rsidRPr="000B2E35" w:rsidRDefault="00591376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ED426" w14:textId="77777777" w:rsidR="00591376" w:rsidRPr="00F935D6" w:rsidRDefault="00591376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</w:p>
        </w:tc>
      </w:tr>
      <w:bookmarkEnd w:id="0"/>
    </w:tbl>
    <w:p w14:paraId="43CDFDC6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9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7CFF" w14:textId="77777777" w:rsidR="00CC6F3F" w:rsidRDefault="00CC6F3F">
      <w:r>
        <w:separator/>
      </w:r>
    </w:p>
  </w:endnote>
  <w:endnote w:type="continuationSeparator" w:id="0">
    <w:p w14:paraId="0780BF28" w14:textId="77777777" w:rsidR="00CC6F3F" w:rsidRDefault="00CC6F3F">
      <w:r>
        <w:continuationSeparator/>
      </w:r>
    </w:p>
  </w:endnote>
  <w:endnote w:type="continuationNotice" w:id="1">
    <w:p w14:paraId="2C0EA05D" w14:textId="77777777" w:rsidR="00CC6F3F" w:rsidRDefault="00CC6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F5731" w14:textId="77777777" w:rsidR="00CC6F3F" w:rsidRDefault="00CC6F3F">
      <w:r>
        <w:separator/>
      </w:r>
    </w:p>
  </w:footnote>
  <w:footnote w:type="continuationSeparator" w:id="0">
    <w:p w14:paraId="03AABE4C" w14:textId="77777777" w:rsidR="00CC6F3F" w:rsidRDefault="00CC6F3F">
      <w:r>
        <w:continuationSeparator/>
      </w:r>
    </w:p>
  </w:footnote>
  <w:footnote w:type="continuationNotice" w:id="1">
    <w:p w14:paraId="35C97B19" w14:textId="77777777" w:rsidR="00CC6F3F" w:rsidRDefault="00CC6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434F9"/>
    <w:rsid w:val="00057A8D"/>
    <w:rsid w:val="00077D32"/>
    <w:rsid w:val="000903E8"/>
    <w:rsid w:val="000908E8"/>
    <w:rsid w:val="00091FCB"/>
    <w:rsid w:val="000943C7"/>
    <w:rsid w:val="000B2E35"/>
    <w:rsid w:val="000B3CE2"/>
    <w:rsid w:val="000B417F"/>
    <w:rsid w:val="000B4850"/>
    <w:rsid w:val="000D61F2"/>
    <w:rsid w:val="00131D0A"/>
    <w:rsid w:val="00143561"/>
    <w:rsid w:val="00146F8F"/>
    <w:rsid w:val="00156A2F"/>
    <w:rsid w:val="00157B57"/>
    <w:rsid w:val="00161456"/>
    <w:rsid w:val="001618AE"/>
    <w:rsid w:val="00164FC2"/>
    <w:rsid w:val="0017684B"/>
    <w:rsid w:val="001918BD"/>
    <w:rsid w:val="0019253D"/>
    <w:rsid w:val="001A0C3A"/>
    <w:rsid w:val="001B1A3D"/>
    <w:rsid w:val="001B4370"/>
    <w:rsid w:val="001E324A"/>
    <w:rsid w:val="001F4CFC"/>
    <w:rsid w:val="00211D2D"/>
    <w:rsid w:val="00215382"/>
    <w:rsid w:val="0022522F"/>
    <w:rsid w:val="002327D2"/>
    <w:rsid w:val="002413D3"/>
    <w:rsid w:val="00246610"/>
    <w:rsid w:val="002474AF"/>
    <w:rsid w:val="00251F87"/>
    <w:rsid w:val="002569F2"/>
    <w:rsid w:val="002701D0"/>
    <w:rsid w:val="002726A3"/>
    <w:rsid w:val="002A798D"/>
    <w:rsid w:val="002D2C76"/>
    <w:rsid w:val="002D4753"/>
    <w:rsid w:val="002D4D27"/>
    <w:rsid w:val="002E0EF7"/>
    <w:rsid w:val="0031032B"/>
    <w:rsid w:val="0033388C"/>
    <w:rsid w:val="00335CBC"/>
    <w:rsid w:val="003551E2"/>
    <w:rsid w:val="00357C22"/>
    <w:rsid w:val="00377521"/>
    <w:rsid w:val="00382D66"/>
    <w:rsid w:val="00387055"/>
    <w:rsid w:val="003963F7"/>
    <w:rsid w:val="003A0ECE"/>
    <w:rsid w:val="003B0D86"/>
    <w:rsid w:val="003C3108"/>
    <w:rsid w:val="003D0A93"/>
    <w:rsid w:val="003D1574"/>
    <w:rsid w:val="003D57ED"/>
    <w:rsid w:val="003F5996"/>
    <w:rsid w:val="00442D2B"/>
    <w:rsid w:val="004455FC"/>
    <w:rsid w:val="00454AD8"/>
    <w:rsid w:val="00466325"/>
    <w:rsid w:val="00470107"/>
    <w:rsid w:val="00482DEA"/>
    <w:rsid w:val="00483EDD"/>
    <w:rsid w:val="00491AD7"/>
    <w:rsid w:val="004D1D70"/>
    <w:rsid w:val="004E4332"/>
    <w:rsid w:val="004E6DF0"/>
    <w:rsid w:val="004F75DF"/>
    <w:rsid w:val="005015D7"/>
    <w:rsid w:val="005018ED"/>
    <w:rsid w:val="0050379B"/>
    <w:rsid w:val="00526B22"/>
    <w:rsid w:val="00532D2F"/>
    <w:rsid w:val="00556D7B"/>
    <w:rsid w:val="005572A4"/>
    <w:rsid w:val="005609D0"/>
    <w:rsid w:val="00567C35"/>
    <w:rsid w:val="00582590"/>
    <w:rsid w:val="00591376"/>
    <w:rsid w:val="005A217D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E4811"/>
    <w:rsid w:val="006F34A3"/>
    <w:rsid w:val="006F595A"/>
    <w:rsid w:val="00703BCB"/>
    <w:rsid w:val="00717C6F"/>
    <w:rsid w:val="00726860"/>
    <w:rsid w:val="00735051"/>
    <w:rsid w:val="00736E11"/>
    <w:rsid w:val="00742C52"/>
    <w:rsid w:val="0074688B"/>
    <w:rsid w:val="0077377F"/>
    <w:rsid w:val="0078503D"/>
    <w:rsid w:val="00785BC4"/>
    <w:rsid w:val="007870BE"/>
    <w:rsid w:val="00797B52"/>
    <w:rsid w:val="007A21F0"/>
    <w:rsid w:val="007A5E5F"/>
    <w:rsid w:val="007D5377"/>
    <w:rsid w:val="007E637D"/>
    <w:rsid w:val="00806109"/>
    <w:rsid w:val="00821DE6"/>
    <w:rsid w:val="008250FC"/>
    <w:rsid w:val="0082604D"/>
    <w:rsid w:val="008342C4"/>
    <w:rsid w:val="0086202A"/>
    <w:rsid w:val="00867D35"/>
    <w:rsid w:val="0087462B"/>
    <w:rsid w:val="0087587A"/>
    <w:rsid w:val="00887289"/>
    <w:rsid w:val="00897B9A"/>
    <w:rsid w:val="008A4D13"/>
    <w:rsid w:val="008E5621"/>
    <w:rsid w:val="008E65B3"/>
    <w:rsid w:val="008F2A05"/>
    <w:rsid w:val="008F713B"/>
    <w:rsid w:val="0090074C"/>
    <w:rsid w:val="00907E24"/>
    <w:rsid w:val="0092028B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D38F3"/>
    <w:rsid w:val="009D42CB"/>
    <w:rsid w:val="009D56A4"/>
    <w:rsid w:val="009D7D3A"/>
    <w:rsid w:val="009E181A"/>
    <w:rsid w:val="009E3E5E"/>
    <w:rsid w:val="009E7E2A"/>
    <w:rsid w:val="00A250BE"/>
    <w:rsid w:val="00A27416"/>
    <w:rsid w:val="00A33A60"/>
    <w:rsid w:val="00A43A3D"/>
    <w:rsid w:val="00A45F32"/>
    <w:rsid w:val="00A65739"/>
    <w:rsid w:val="00A76CAD"/>
    <w:rsid w:val="00A832DA"/>
    <w:rsid w:val="00A93E8E"/>
    <w:rsid w:val="00AC27AD"/>
    <w:rsid w:val="00AC559F"/>
    <w:rsid w:val="00AD0AB0"/>
    <w:rsid w:val="00AE1639"/>
    <w:rsid w:val="00B060FD"/>
    <w:rsid w:val="00B33174"/>
    <w:rsid w:val="00B33B98"/>
    <w:rsid w:val="00B521C3"/>
    <w:rsid w:val="00B80D7A"/>
    <w:rsid w:val="00B84A96"/>
    <w:rsid w:val="00BA17B3"/>
    <w:rsid w:val="00BC2385"/>
    <w:rsid w:val="00BC2734"/>
    <w:rsid w:val="00BC62D7"/>
    <w:rsid w:val="00BF064F"/>
    <w:rsid w:val="00BF0E4C"/>
    <w:rsid w:val="00C0020C"/>
    <w:rsid w:val="00C04347"/>
    <w:rsid w:val="00C34030"/>
    <w:rsid w:val="00C40448"/>
    <w:rsid w:val="00C4140E"/>
    <w:rsid w:val="00C47436"/>
    <w:rsid w:val="00C4762C"/>
    <w:rsid w:val="00C50A9A"/>
    <w:rsid w:val="00C53640"/>
    <w:rsid w:val="00C84B10"/>
    <w:rsid w:val="00C86912"/>
    <w:rsid w:val="00C95ABD"/>
    <w:rsid w:val="00C966E8"/>
    <w:rsid w:val="00CB31D7"/>
    <w:rsid w:val="00CB41F4"/>
    <w:rsid w:val="00CC5443"/>
    <w:rsid w:val="00CC6F3F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B17D9"/>
    <w:rsid w:val="00DC2830"/>
    <w:rsid w:val="00DC3F67"/>
    <w:rsid w:val="00DD3288"/>
    <w:rsid w:val="00DF19FF"/>
    <w:rsid w:val="00E11073"/>
    <w:rsid w:val="00E27A09"/>
    <w:rsid w:val="00E361F7"/>
    <w:rsid w:val="00E366A1"/>
    <w:rsid w:val="00E47970"/>
    <w:rsid w:val="00E6200E"/>
    <w:rsid w:val="00E73B2A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227AD"/>
    <w:rsid w:val="00F35DA6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3db57273-dba9-429e-a8e2-c04b2ab1cdeb" TargetMode="External"/><Relationship Id="rId18" Type="http://schemas.openxmlformats.org/officeDocument/2006/relationships/hyperlink" Target="https://pari.kataster.ee/magic-link/137c8a70-9227-4974-86a0-b9de52b88edd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a2240780-5383-4d4a-bb87-931ce01cbf2d" TargetMode="External"/><Relationship Id="rId17" Type="http://schemas.openxmlformats.org/officeDocument/2006/relationships/hyperlink" Target="https://pari.kataster.ee/magic-link/50ebb1d1-423d-425a-b3b5-35c0b2bb157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ba48f867-fd50-4cf4-be7b-1aa4f0092b9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1329d4ce-d4a4-43f0-9362-31ecf41dc0b9" TargetMode="External"/><Relationship Id="rId10" Type="http://schemas.openxmlformats.org/officeDocument/2006/relationships/hyperlink" Target="mailto:maantee@transpordiamet.e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f66db568-9cad-4f64-906e-aa0ebe055d6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28</TotalTime>
  <Pages>3</Pages>
  <Words>602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4086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23</cp:revision>
  <cp:lastPrinted>2021-06-04T12:19:00Z</cp:lastPrinted>
  <dcterms:created xsi:type="dcterms:W3CDTF">2024-06-05T11:58:00Z</dcterms:created>
  <dcterms:modified xsi:type="dcterms:W3CDTF">2024-06-05T12:27:00Z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